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ECA5B" w14:textId="77777777" w:rsidR="00980DAE" w:rsidRDefault="00754F72">
      <w:pPr>
        <w:pStyle w:val="Aaoeeu"/>
        <w:widowControl/>
        <w:jc w:val="right"/>
        <w:rPr>
          <w:rFonts w:ascii="Arial Narrow" w:hAnsi="Arial Narrow"/>
          <w:b/>
          <w:sz w:val="24"/>
        </w:rPr>
      </w:pPr>
      <w:r>
        <w:rPr>
          <w:rFonts w:ascii="Arial Narrow" w:hAnsi="Arial Narrow"/>
          <w:smallCaps/>
          <w:noProof/>
          <w:spacing w:val="40"/>
          <w:sz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6BD83" wp14:editId="0EF932CE">
                <wp:simplePos x="0" y="0"/>
                <wp:positionH relativeFrom="column">
                  <wp:posOffset>4935855</wp:posOffset>
                </wp:positionH>
                <wp:positionV relativeFrom="paragraph">
                  <wp:posOffset>116840</wp:posOffset>
                </wp:positionV>
                <wp:extent cx="1171575" cy="1333500"/>
                <wp:effectExtent l="0" t="0" r="28575" b="1905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333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BD6EBD" id="Rettangolo 4" o:spid="_x0000_s1026" style="position:absolute;margin-left:388.65pt;margin-top:9.2pt;width:92.25pt;height:1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" filled="f" strokecolor="black [3213]" strokeweight="1pt"/>
            </w:pict>
          </mc:Fallback>
        </mc:AlternateContent>
      </w:r>
      <w:r>
        <w:rPr>
          <w:rFonts w:ascii="Arial Narrow" w:hAnsi="Arial Narrow"/>
          <w:smallCaps/>
          <w:noProof/>
          <w:spacing w:val="40"/>
          <w:sz w:val="26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31D44C5" wp14:editId="74E43532">
                <wp:simplePos x="0" y="0"/>
                <wp:positionH relativeFrom="page">
                  <wp:posOffset>2538730</wp:posOffset>
                </wp:positionH>
                <wp:positionV relativeFrom="page">
                  <wp:posOffset>608965</wp:posOffset>
                </wp:positionV>
                <wp:extent cx="0" cy="9559290"/>
                <wp:effectExtent l="0" t="0" r="0" b="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592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262310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9pt,47.95pt" to="199.9pt,80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" o:allowincell="f">
                <w10:wrap anchorx="page" anchory="page"/>
              </v:line>
            </w:pict>
          </mc:Fallback>
        </mc:AlternateContent>
      </w:r>
    </w:p>
    <w:p w14:paraId="0215E293" w14:textId="77777777" w:rsidR="00980DAE" w:rsidRPr="00BE315D" w:rsidRDefault="00754F72" w:rsidP="00BE315D">
      <w:pPr>
        <w:pStyle w:val="Aeeaoaeaa1"/>
        <w:widowControl/>
        <w:spacing w:before="40" w:after="40"/>
        <w:rPr>
          <w:rFonts w:ascii="Arial Narrow" w:hAnsi="Arial Narrow"/>
          <w:b w:val="0"/>
        </w:rPr>
      </w:pPr>
      <w:r w:rsidRPr="00BE315D">
        <w:rPr>
          <w:rFonts w:ascii="Arial Narrow" w:hAnsi="Arial Narrow"/>
          <w:b w:val="0"/>
        </w:rPr>
        <w:t>Add photo here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980DAE" w14:paraId="3E0BA286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CA1C8E4" w14:textId="77777777" w:rsidR="00980DAE" w:rsidRDefault="000A5DB6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  <w:sz w:val="26"/>
              </w:rPr>
            </w:pPr>
            <w:r>
              <w:rPr>
                <w:rFonts w:ascii="Arial Narrow" w:hAnsi="Arial Narrow"/>
                <w:smallCaps/>
                <w:spacing w:val="40"/>
                <w:sz w:val="26"/>
              </w:rPr>
              <w:t>European</w:t>
            </w:r>
          </w:p>
          <w:p w14:paraId="05A4A21C" w14:textId="77777777" w:rsidR="00980DAE" w:rsidRDefault="000A5DB6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  <w:sz w:val="26"/>
              </w:rPr>
            </w:pPr>
            <w:r>
              <w:rPr>
                <w:rFonts w:ascii="Arial Narrow" w:hAnsi="Arial Narrow"/>
                <w:smallCaps/>
                <w:spacing w:val="40"/>
                <w:sz w:val="26"/>
              </w:rPr>
              <w:t>curriculum vitae</w:t>
            </w:r>
          </w:p>
          <w:p w14:paraId="17EBB709" w14:textId="77777777" w:rsidR="00980DAE" w:rsidRDefault="000A5DB6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</w:rPr>
            </w:pPr>
            <w:r>
              <w:rPr>
                <w:rFonts w:ascii="Arial Narrow" w:hAnsi="Arial Narrow"/>
                <w:smallCaps/>
                <w:spacing w:val="40"/>
                <w:sz w:val="26"/>
              </w:rPr>
              <w:t>format</w:t>
            </w:r>
          </w:p>
          <w:p w14:paraId="48D983D9" w14:textId="77777777" w:rsidR="00980DAE" w:rsidRDefault="00980DAE">
            <w:pPr>
              <w:pStyle w:val="Aaoeeu"/>
              <w:rPr>
                <w:rFonts w:ascii="Arial Narrow" w:hAnsi="Arial Narrow"/>
              </w:rPr>
            </w:pPr>
          </w:p>
          <w:p w14:paraId="5BA402C8" w14:textId="77777777" w:rsidR="00980DAE" w:rsidRDefault="00614EAE">
            <w:pPr>
              <w:pStyle w:val="Aaoeeu"/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noProof/>
                <w:sz w:val="16"/>
              </w:rPr>
              <w:drawing>
                <wp:inline distT="0" distB="0" distL="0" distR="0" wp14:anchorId="3CD0E520" wp14:editId="34F2D68A">
                  <wp:extent cx="361950" cy="247650"/>
                  <wp:effectExtent l="0" t="0" r="0" b="0"/>
                  <wp:docPr id="1" name="Immagine 1" descr="C:\WINNT\Profiles\pht\Desktop\1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WINNT\Profiles\pht\Desktop\11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66CFC9" w14:textId="77777777" w:rsidR="00980DAE" w:rsidRDefault="00980DAE">
      <w:pPr>
        <w:pStyle w:val="Aaoeeu"/>
        <w:widowControl/>
        <w:rPr>
          <w:rFonts w:ascii="Arial Narrow" w:hAnsi="Arial Narrow"/>
        </w:rPr>
      </w:pPr>
    </w:p>
    <w:p w14:paraId="063E3B73" w14:textId="77777777" w:rsidR="00980DAE" w:rsidRDefault="00980DAE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980DAE" w14:paraId="416071DE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C7B4DB2" w14:textId="77777777" w:rsidR="00980DAE" w:rsidRDefault="000A5DB6">
            <w:pPr>
              <w:pStyle w:val="Aeeaoaeaa1"/>
              <w:widowControl/>
              <w:rPr>
                <w:rFonts w:ascii="Arial Narrow" w:hAnsi="Arial Narrow"/>
                <w:smallCaps/>
                <w:sz w:val="24"/>
              </w:rPr>
            </w:pPr>
            <w:r>
              <w:rPr>
                <w:rFonts w:ascii="Arial Narrow" w:hAnsi="Arial Narrow"/>
                <w:smallCaps/>
                <w:sz w:val="24"/>
              </w:rPr>
              <w:t>Personal information</w:t>
            </w:r>
          </w:p>
        </w:tc>
      </w:tr>
    </w:tbl>
    <w:p w14:paraId="2BFD2113" w14:textId="77777777" w:rsidR="00980DAE" w:rsidRDefault="00980DAE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80DAE" w14:paraId="334F2A76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8EA9E0F" w14:textId="77777777" w:rsidR="00980DAE" w:rsidRDefault="000A5DB6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</w:rPr>
            </w:pPr>
            <w:r>
              <w:rPr>
                <w:rFonts w:ascii="Arial Narrow" w:hAnsi="Arial Narrow"/>
                <w:b w:val="0"/>
              </w:rPr>
              <w:t>Name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BBE7C37" w14:textId="77777777" w:rsidR="00980DAE" w:rsidRDefault="00980DAE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5B030DB" w14:textId="77777777" w:rsidR="00980DAE" w:rsidRDefault="000A5DB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 xml:space="preserve">[ Surname, </w:t>
            </w:r>
            <w:r>
              <w:rPr>
                <w:rFonts w:ascii="Arial Narrow" w:hAnsi="Arial Narrow"/>
                <w:b/>
                <w:sz w:val="24"/>
              </w:rPr>
              <w:t>other name(s</w:t>
            </w:r>
            <w:proofErr w:type="gramStart"/>
            <w:r>
              <w:rPr>
                <w:rFonts w:ascii="Arial Narrow" w:hAnsi="Arial Narrow"/>
                <w:b/>
                <w:sz w:val="24"/>
              </w:rPr>
              <w:t>)</w:t>
            </w:r>
            <w:r>
              <w:rPr>
                <w:rFonts w:ascii="Arial Narrow" w:hAnsi="Arial Narrow"/>
                <w:b/>
                <w:smallCaps/>
                <w:sz w:val="24"/>
              </w:rPr>
              <w:t xml:space="preserve"> ]</w:t>
            </w:r>
            <w:proofErr w:type="gramEnd"/>
          </w:p>
        </w:tc>
      </w:tr>
      <w:tr w:rsidR="00980DAE" w14:paraId="3BFE8FE2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F1CAFBA" w14:textId="77777777" w:rsidR="00980DAE" w:rsidRDefault="000A5DB6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</w:rPr>
            </w:pPr>
            <w:r>
              <w:rPr>
                <w:rFonts w:ascii="Arial Narrow" w:hAnsi="Arial Narrow"/>
                <w:b w:val="0"/>
              </w:rPr>
              <w:t>Address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8E81FD" w14:textId="77777777" w:rsidR="00980DAE" w:rsidRDefault="00980DAE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81D6D80" w14:textId="77777777" w:rsidR="00980DAE" w:rsidRDefault="000A5DB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 xml:space="preserve">[ </w:t>
            </w:r>
            <w:r>
              <w:rPr>
                <w:rFonts w:ascii="Arial Narrow" w:hAnsi="Arial Narrow"/>
                <w:b/>
                <w:sz w:val="24"/>
              </w:rPr>
              <w:t xml:space="preserve">House number, street name, postcode, city, </w:t>
            </w:r>
            <w:proofErr w:type="gramStart"/>
            <w:r>
              <w:rPr>
                <w:rFonts w:ascii="Arial Narrow" w:hAnsi="Arial Narrow"/>
                <w:b/>
                <w:sz w:val="24"/>
              </w:rPr>
              <w:t xml:space="preserve">country </w:t>
            </w:r>
            <w:r>
              <w:rPr>
                <w:rFonts w:ascii="Arial Narrow" w:hAnsi="Arial Narrow"/>
                <w:b/>
                <w:smallCaps/>
                <w:sz w:val="24"/>
              </w:rPr>
              <w:t>]</w:t>
            </w:r>
            <w:proofErr w:type="gramEnd"/>
          </w:p>
        </w:tc>
      </w:tr>
      <w:tr w:rsidR="00980DAE" w14:paraId="041C02C1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FE29669" w14:textId="77777777" w:rsidR="00980DAE" w:rsidRDefault="000A5DB6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</w:rPr>
            </w:pPr>
            <w:r>
              <w:rPr>
                <w:rFonts w:ascii="Arial Narrow" w:hAnsi="Arial Narrow"/>
                <w:b w:val="0"/>
              </w:rPr>
              <w:t>Telephone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2B114A9" w14:textId="77777777" w:rsidR="00980DAE" w:rsidRDefault="00980DAE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E725B0D" w14:textId="77777777" w:rsidR="00980DAE" w:rsidRDefault="00980DAE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980DAE" w14:paraId="7B9A1DA6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1A2517F" w14:textId="77777777" w:rsidR="00980DAE" w:rsidRDefault="000A5DB6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</w:rPr>
            </w:pPr>
            <w:r>
              <w:rPr>
                <w:rFonts w:ascii="Arial Narrow" w:hAnsi="Arial Narrow"/>
                <w:b w:val="0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1D5580" w14:textId="77777777" w:rsidR="00980DAE" w:rsidRDefault="00980DAE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F65B33D" w14:textId="77777777" w:rsidR="00980DAE" w:rsidRDefault="00980DAE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980DAE" w14:paraId="141095FE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270581F" w14:textId="77777777" w:rsidR="00980DAE" w:rsidRDefault="000A5DB6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</w:rPr>
            </w:pPr>
            <w:r>
              <w:rPr>
                <w:rFonts w:ascii="Arial Narrow" w:hAnsi="Arial Narrow"/>
                <w:b w:val="0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F18FFB" w14:textId="77777777" w:rsidR="00980DAE" w:rsidRDefault="00980DAE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02D472E" w14:textId="77777777" w:rsidR="00980DAE" w:rsidRDefault="00980DAE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</w:tbl>
    <w:p w14:paraId="5B56E280" w14:textId="77777777" w:rsidR="00980DAE" w:rsidRDefault="00980DAE">
      <w:pPr>
        <w:pStyle w:val="Aaoeeu"/>
        <w:widowControl/>
        <w:spacing w:before="120"/>
        <w:rPr>
          <w:rFonts w:ascii="Arial Narrow" w:hAnsi="Arial Narrow"/>
          <w:sz w:val="16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80DAE" w14:paraId="5975126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F3C2F4E" w14:textId="77777777" w:rsidR="00980DAE" w:rsidRDefault="000A5DB6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Nationality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2EF7EE8" w14:textId="77777777" w:rsidR="00980DAE" w:rsidRDefault="00980DAE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8E44D45" w14:textId="77777777" w:rsidR="00980DAE" w:rsidRDefault="00980DAE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</w:rPr>
            </w:pPr>
          </w:p>
        </w:tc>
      </w:tr>
    </w:tbl>
    <w:p w14:paraId="7B4EE38F" w14:textId="77777777" w:rsidR="00980DAE" w:rsidRDefault="00980DAE">
      <w:pPr>
        <w:pStyle w:val="Aaoeeu"/>
        <w:widowControl/>
        <w:spacing w:before="20" w:after="20"/>
        <w:rPr>
          <w:rFonts w:ascii="Arial Narrow" w:hAnsi="Arial Narrow"/>
          <w:sz w:val="10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80DAE" w14:paraId="3E227A3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C7CDA5D" w14:textId="77777777" w:rsidR="00980DAE" w:rsidRDefault="000A5DB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Date of birth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D1ED89" w14:textId="77777777" w:rsidR="00980DAE" w:rsidRDefault="00980DAE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C92931D" w14:textId="77777777" w:rsidR="00980DAE" w:rsidRDefault="000A5DB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</w:rPr>
            </w:pPr>
            <w:r>
              <w:rPr>
                <w:rFonts w:ascii="Arial Narrow" w:hAnsi="Arial Narrow"/>
                <w:smallCaps/>
              </w:rPr>
              <w:t xml:space="preserve">[ </w:t>
            </w:r>
            <w:r>
              <w:rPr>
                <w:rFonts w:ascii="Arial Narrow" w:hAnsi="Arial Narrow"/>
              </w:rPr>
              <w:t xml:space="preserve">Day, month, </w:t>
            </w:r>
            <w:proofErr w:type="gramStart"/>
            <w:r>
              <w:rPr>
                <w:rFonts w:ascii="Arial Narrow" w:hAnsi="Arial Narrow"/>
              </w:rPr>
              <w:t>year</w:t>
            </w:r>
            <w:r>
              <w:rPr>
                <w:rFonts w:ascii="Arial Narrow" w:hAnsi="Arial Narrow"/>
                <w:smallCaps/>
              </w:rPr>
              <w:t xml:space="preserve"> ]</w:t>
            </w:r>
            <w:proofErr w:type="gramEnd"/>
          </w:p>
        </w:tc>
      </w:tr>
    </w:tbl>
    <w:p w14:paraId="4BB6FF59" w14:textId="77777777" w:rsidR="00980DAE" w:rsidRDefault="00980DAE">
      <w:pPr>
        <w:pStyle w:val="Aaoeeu"/>
        <w:widowControl/>
        <w:spacing w:before="20" w:after="20"/>
        <w:rPr>
          <w:rFonts w:ascii="Arial Narrow" w:hAnsi="Arial Narrow"/>
        </w:rPr>
      </w:pPr>
    </w:p>
    <w:p w14:paraId="466EC6BC" w14:textId="77777777" w:rsidR="00980DAE" w:rsidRDefault="00980DAE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980DAE" w14:paraId="5CEB2C92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2CAE620" w14:textId="77777777" w:rsidR="00980DAE" w:rsidRDefault="000A5DB6">
            <w:pPr>
              <w:pStyle w:val="Aeeaoaeaa1"/>
              <w:widowControl/>
              <w:rPr>
                <w:rFonts w:ascii="Arial Narrow" w:hAnsi="Arial Narrow"/>
                <w:smallCaps/>
                <w:sz w:val="24"/>
              </w:rPr>
            </w:pPr>
            <w:r>
              <w:rPr>
                <w:rFonts w:ascii="Arial Narrow" w:hAnsi="Arial Narrow"/>
                <w:smallCaps/>
                <w:sz w:val="24"/>
              </w:rPr>
              <w:t>Work experience</w:t>
            </w:r>
          </w:p>
        </w:tc>
      </w:tr>
    </w:tbl>
    <w:p w14:paraId="4519B9CD" w14:textId="77777777" w:rsidR="00980DAE" w:rsidRDefault="000A5DB6">
      <w:pPr>
        <w:pStyle w:val="Aaoeeu"/>
        <w:widowControl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80DAE" w14:paraId="4A07F2C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6F9C25F" w14:textId="77777777" w:rsidR="00980DAE" w:rsidRDefault="000A5DB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</w:rPr>
            </w:pPr>
            <w:r>
              <w:rPr>
                <w:rFonts w:ascii="Arial Narrow" w:hAnsi="Arial Narrow"/>
                <w:b/>
                <w:i w:val="0"/>
                <w:sz w:val="20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</w:rPr>
              <w:t>Dates (from – to)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6A26245" w14:textId="77777777" w:rsidR="00980DAE" w:rsidRDefault="00980DAE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EA0CDE8" w14:textId="77777777" w:rsidR="00980DAE" w:rsidRDefault="000A5DB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</w:rPr>
              <w:t>[ Add separate entries for each relevant post occupied, starting with the most recent. ]</w:t>
            </w:r>
          </w:p>
        </w:tc>
      </w:tr>
      <w:tr w:rsidR="00980DAE" w14:paraId="1EE4A20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DF9B0A8" w14:textId="77777777" w:rsidR="00980DAE" w:rsidRDefault="000A5DB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</w:rPr>
            </w:pPr>
            <w:r>
              <w:rPr>
                <w:rFonts w:ascii="Arial Narrow" w:hAnsi="Arial Narrow"/>
                <w:b/>
                <w:i w:val="0"/>
                <w:sz w:val="20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</w:rPr>
              <w:t>Name and address of employer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FAFA3E" w14:textId="77777777" w:rsidR="00980DAE" w:rsidRDefault="00980DAE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D5EF4DD" w14:textId="77777777" w:rsidR="00980DAE" w:rsidRDefault="00980DA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</w:rPr>
            </w:pPr>
          </w:p>
        </w:tc>
      </w:tr>
      <w:tr w:rsidR="00980DAE" w14:paraId="736B1AF9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4295F15" w14:textId="77777777" w:rsidR="00980DAE" w:rsidRDefault="000A5DB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</w:rPr>
            </w:pPr>
            <w:r>
              <w:rPr>
                <w:rFonts w:ascii="Arial Narrow" w:hAnsi="Arial Narrow"/>
                <w:b/>
                <w:i w:val="0"/>
                <w:sz w:val="20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</w:rPr>
              <w:t>Type of business or sector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316F5E" w14:textId="77777777" w:rsidR="00980DAE" w:rsidRDefault="00980DAE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D8A083F" w14:textId="77777777" w:rsidR="00980DAE" w:rsidRDefault="00980DA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</w:rPr>
            </w:pPr>
          </w:p>
        </w:tc>
      </w:tr>
      <w:tr w:rsidR="00980DAE" w14:paraId="5FDDECB2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EF6BB3D" w14:textId="77777777" w:rsidR="00980DAE" w:rsidRDefault="000A5DB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</w:rPr>
            </w:pPr>
            <w:r>
              <w:rPr>
                <w:rFonts w:ascii="Arial Narrow" w:hAnsi="Arial Narrow"/>
                <w:b/>
                <w:i w:val="0"/>
                <w:sz w:val="20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</w:rPr>
              <w:t>Occupation or position held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7A0BE0" w14:textId="77777777" w:rsidR="00980DAE" w:rsidRDefault="00980DAE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7263578" w14:textId="77777777" w:rsidR="00980DAE" w:rsidRDefault="00980DA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</w:rPr>
            </w:pPr>
          </w:p>
        </w:tc>
      </w:tr>
      <w:tr w:rsidR="00980DAE" w14:paraId="4116AFCA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FCE5A07" w14:textId="77777777" w:rsidR="00980DAE" w:rsidRDefault="000A5DB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</w:rPr>
            </w:pPr>
            <w:r>
              <w:rPr>
                <w:rFonts w:ascii="Arial Narrow" w:hAnsi="Arial Narrow"/>
                <w:b/>
                <w:i w:val="0"/>
                <w:sz w:val="20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</w:rPr>
              <w:t>Main activities and responsibilities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60B7EE" w14:textId="77777777" w:rsidR="00980DAE" w:rsidRDefault="00980DAE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B7CE2D4" w14:textId="77777777" w:rsidR="00980DAE" w:rsidRDefault="00980DA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</w:rPr>
            </w:pPr>
          </w:p>
        </w:tc>
      </w:tr>
    </w:tbl>
    <w:p w14:paraId="1E62AAE2" w14:textId="77777777" w:rsidR="00980DAE" w:rsidRDefault="00980DAE">
      <w:pPr>
        <w:pStyle w:val="Aaoeeu"/>
        <w:widowControl/>
        <w:rPr>
          <w:rFonts w:ascii="Arial Narrow" w:hAnsi="Arial Narrow"/>
        </w:rPr>
      </w:pPr>
    </w:p>
    <w:p w14:paraId="4A42530D" w14:textId="77777777" w:rsidR="00980DAE" w:rsidRDefault="00980DAE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980DAE" w14:paraId="571B8AD7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D790757" w14:textId="77777777" w:rsidR="00980DAE" w:rsidRDefault="000A5DB6">
            <w:pPr>
              <w:pStyle w:val="Aeeaoaeaa1"/>
              <w:widowControl/>
              <w:rPr>
                <w:rFonts w:ascii="Arial Narrow" w:hAnsi="Arial Narrow"/>
                <w:smallCaps/>
                <w:sz w:val="24"/>
              </w:rPr>
            </w:pPr>
            <w:r>
              <w:rPr>
                <w:rFonts w:ascii="Arial Narrow" w:hAnsi="Arial Narrow"/>
                <w:smallCaps/>
                <w:sz w:val="24"/>
              </w:rPr>
              <w:t>Education and training</w:t>
            </w:r>
          </w:p>
        </w:tc>
      </w:tr>
    </w:tbl>
    <w:p w14:paraId="56AA4C38" w14:textId="77777777" w:rsidR="00980DAE" w:rsidRDefault="00980DAE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80DAE" w14:paraId="66FFA8D2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E3AF2AF" w14:textId="77777777" w:rsidR="00980DAE" w:rsidRDefault="000A5DB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</w:rPr>
            </w:pPr>
            <w:r>
              <w:rPr>
                <w:rFonts w:ascii="Arial Narrow" w:hAnsi="Arial Narrow"/>
                <w:i w:val="0"/>
                <w:sz w:val="20"/>
              </w:rPr>
              <w:t>• Dates (from – to)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7D0476" w14:textId="77777777" w:rsidR="00980DAE" w:rsidRDefault="00980DAE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520D106" w14:textId="77777777" w:rsidR="00980DAE" w:rsidRDefault="000A5DB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</w:rPr>
            </w:pPr>
            <w:r>
              <w:rPr>
                <w:rFonts w:ascii="Arial Narrow" w:hAnsi="Arial Narrow"/>
                <w:i w:val="0"/>
                <w:sz w:val="20"/>
              </w:rPr>
              <w:t>[ Add separate entries for each relevant course you have completed, starting with the most recent. ]</w:t>
            </w:r>
          </w:p>
        </w:tc>
      </w:tr>
      <w:tr w:rsidR="00980DAE" w14:paraId="3DA155FD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8FC71BA" w14:textId="77777777" w:rsidR="00980DAE" w:rsidRDefault="000A5DB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</w:rPr>
            </w:pPr>
            <w:r>
              <w:rPr>
                <w:rFonts w:ascii="Arial Narrow" w:hAnsi="Arial Narrow"/>
                <w:i w:val="0"/>
                <w:sz w:val="20"/>
              </w:rPr>
              <w:t xml:space="preserve">• Name and type of </w:t>
            </w:r>
            <w:proofErr w:type="spellStart"/>
            <w:r>
              <w:rPr>
                <w:rFonts w:ascii="Arial Narrow" w:hAnsi="Arial Narrow"/>
                <w:i w:val="0"/>
                <w:sz w:val="20"/>
              </w:rPr>
              <w:t>organisation</w:t>
            </w:r>
            <w:proofErr w:type="spellEnd"/>
            <w:r>
              <w:rPr>
                <w:rFonts w:ascii="Arial Narrow" w:hAnsi="Arial Narrow"/>
                <w:i w:val="0"/>
                <w:sz w:val="20"/>
              </w:rPr>
              <w:t xml:space="preserve"> providing education and training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A3ECED" w14:textId="77777777" w:rsidR="00980DAE" w:rsidRDefault="00980DAE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6C4F96B" w14:textId="77777777" w:rsidR="00980DAE" w:rsidRDefault="00980DA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</w:rPr>
            </w:pPr>
          </w:p>
        </w:tc>
      </w:tr>
      <w:tr w:rsidR="00980DAE" w14:paraId="1737814E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16C95C3" w14:textId="77777777" w:rsidR="00980DAE" w:rsidRDefault="000A5DB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</w:rPr>
            </w:pPr>
            <w:r>
              <w:rPr>
                <w:rFonts w:ascii="Arial Narrow" w:hAnsi="Arial Narrow"/>
                <w:i w:val="0"/>
                <w:sz w:val="20"/>
              </w:rPr>
              <w:t xml:space="preserve">• Principal subjects/occupational </w:t>
            </w:r>
          </w:p>
          <w:p w14:paraId="6DBA4549" w14:textId="77777777" w:rsidR="00980DAE" w:rsidRDefault="000A5DB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</w:rPr>
            </w:pPr>
            <w:r>
              <w:rPr>
                <w:rFonts w:ascii="Arial Narrow" w:hAnsi="Arial Narrow"/>
                <w:i w:val="0"/>
                <w:sz w:val="20"/>
              </w:rPr>
              <w:t>skills covered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00EDA5" w14:textId="77777777" w:rsidR="00980DAE" w:rsidRDefault="00980DAE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4A98A9D" w14:textId="77777777" w:rsidR="00980DAE" w:rsidRDefault="00980DA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</w:rPr>
            </w:pPr>
          </w:p>
        </w:tc>
      </w:tr>
      <w:tr w:rsidR="00980DAE" w14:paraId="2B1C9CD3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7683FC3" w14:textId="77777777" w:rsidR="00980DAE" w:rsidRDefault="000A5DB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</w:rPr>
            </w:pPr>
            <w:r>
              <w:rPr>
                <w:rFonts w:ascii="Arial Narrow" w:hAnsi="Arial Narrow"/>
                <w:i w:val="0"/>
                <w:sz w:val="20"/>
              </w:rPr>
              <w:t>• Title of qualification awarded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62FF0C" w14:textId="77777777" w:rsidR="00980DAE" w:rsidRDefault="00980DAE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1DF35B8" w14:textId="77777777" w:rsidR="00980DAE" w:rsidRDefault="00980DA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</w:rPr>
            </w:pPr>
          </w:p>
        </w:tc>
      </w:tr>
      <w:tr w:rsidR="00980DAE" w14:paraId="308955F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3B92159" w14:textId="77777777" w:rsidR="00980DAE" w:rsidRDefault="000A5DB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</w:rPr>
            </w:pPr>
            <w:r>
              <w:rPr>
                <w:rFonts w:ascii="Arial Narrow" w:hAnsi="Arial Narrow"/>
                <w:i w:val="0"/>
                <w:sz w:val="20"/>
              </w:rPr>
              <w:t xml:space="preserve">• Level in national classification </w:t>
            </w:r>
          </w:p>
          <w:p w14:paraId="70410CE0" w14:textId="77777777" w:rsidR="00980DAE" w:rsidRDefault="000A5DB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</w:rPr>
            </w:pPr>
            <w:r>
              <w:rPr>
                <w:rFonts w:ascii="Arial Narrow" w:hAnsi="Arial Narrow"/>
                <w:i w:val="0"/>
                <w:sz w:val="20"/>
              </w:rPr>
              <w:t>(if appropriate)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97DA66" w14:textId="77777777" w:rsidR="00980DAE" w:rsidRDefault="00980DAE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EA2399E" w14:textId="77777777" w:rsidR="00980DAE" w:rsidRDefault="00980DA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</w:rPr>
            </w:pPr>
          </w:p>
        </w:tc>
      </w:tr>
    </w:tbl>
    <w:p w14:paraId="1FB2B5A0" w14:textId="77777777" w:rsidR="00980DAE" w:rsidRDefault="000A5DB6">
      <w:pPr>
        <w:rPr>
          <w:rFonts w:ascii="Arial Narrow" w:hAnsi="Arial Narrow"/>
        </w:rPr>
      </w:pPr>
      <w:r>
        <w:rPr>
          <w:rFonts w:ascii="Arial Narrow" w:hAnsi="Arial Narrow"/>
          <w:b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980DAE" w14:paraId="1160D921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5EE8202" w14:textId="77777777" w:rsidR="00980DAE" w:rsidRDefault="000A5DB6">
            <w:pPr>
              <w:pStyle w:val="Aeeaoaeaa1"/>
              <w:widowControl/>
              <w:rPr>
                <w:rFonts w:ascii="Arial Narrow" w:hAnsi="Arial Narrow"/>
                <w:smallCaps/>
                <w:sz w:val="24"/>
              </w:rPr>
            </w:pPr>
            <w:r>
              <w:rPr>
                <w:rFonts w:ascii="Arial Narrow" w:hAnsi="Arial Narrow"/>
                <w:smallCaps/>
                <w:sz w:val="24"/>
              </w:rPr>
              <w:lastRenderedPageBreak/>
              <w:t>Personal skills</w:t>
            </w:r>
          </w:p>
          <w:p w14:paraId="49FE5A1F" w14:textId="77777777" w:rsidR="00980DAE" w:rsidRDefault="000A5DB6">
            <w:pPr>
              <w:pStyle w:val="Aeeaoaeaa1"/>
              <w:widowControl/>
              <w:rPr>
                <w:rFonts w:ascii="Arial Narrow" w:hAnsi="Arial Narrow"/>
                <w:smallCaps/>
                <w:sz w:val="24"/>
              </w:rPr>
            </w:pPr>
            <w:r>
              <w:rPr>
                <w:rFonts w:ascii="Arial Narrow" w:hAnsi="Arial Narrow"/>
                <w:smallCaps/>
                <w:sz w:val="24"/>
              </w:rPr>
              <w:t>and competences</w:t>
            </w:r>
          </w:p>
          <w:p w14:paraId="3DD43778" w14:textId="77777777" w:rsidR="00980DAE" w:rsidRDefault="000A5DB6">
            <w:pPr>
              <w:pStyle w:val="Aeeaoaeaa1"/>
              <w:widowControl/>
              <w:rPr>
                <w:rFonts w:ascii="Arial Narrow" w:hAnsi="Arial Narrow"/>
                <w:b w:val="0"/>
                <w:smallCaps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en-GB"/>
              </w:rPr>
              <w:t>Acquired in the course of life and career but not necessarily covered by formal certificates and diplomas</w:t>
            </w:r>
            <w:r>
              <w:rPr>
                <w:rFonts w:ascii="Arial Narrow" w:hAnsi="Arial Narrow"/>
                <w:b w:val="0"/>
                <w:lang w:val="en-GB"/>
              </w:rPr>
              <w:t>.</w:t>
            </w:r>
          </w:p>
        </w:tc>
      </w:tr>
    </w:tbl>
    <w:p w14:paraId="4B7674FE" w14:textId="77777777" w:rsidR="00980DAE" w:rsidRDefault="00754F72">
      <w:pPr>
        <w:rPr>
          <w:rFonts w:ascii="Arial Narrow" w:hAnsi="Arial Narrow"/>
        </w:rPr>
      </w:pP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BF70805" wp14:editId="51D1644C">
                <wp:simplePos x="0" y="0"/>
                <wp:positionH relativeFrom="page">
                  <wp:posOffset>2543175</wp:posOffset>
                </wp:positionH>
                <wp:positionV relativeFrom="page">
                  <wp:posOffset>542925</wp:posOffset>
                </wp:positionV>
                <wp:extent cx="0" cy="8201025"/>
                <wp:effectExtent l="0" t="0" r="38100" b="28575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8201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5DA2C6" id="Line 6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0.25pt,42.75pt" to="200.25pt,68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" o:allowincell="f">
                <w10:wrap anchorx="page" anchory="page"/>
              </v:line>
            </w:pict>
          </mc:Fallback>
        </mc:AlternateConten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80DAE" w14:paraId="35D6C0EA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A732259" w14:textId="77777777" w:rsidR="00980DAE" w:rsidRDefault="000A5DB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mallCaps/>
                <w:sz w:val="22"/>
              </w:rPr>
              <w:t>Mother tongue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F95D4A" w14:textId="77777777" w:rsidR="00980DAE" w:rsidRDefault="00980DAE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27CB91F" w14:textId="77777777" w:rsidR="00980DAE" w:rsidRDefault="000A5DB6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mallCaps/>
              </w:rPr>
              <w:t xml:space="preserve">[ </w:t>
            </w:r>
            <w:r>
              <w:rPr>
                <w:rFonts w:ascii="Arial Narrow" w:hAnsi="Arial Narrow"/>
                <w:b/>
              </w:rPr>
              <w:t xml:space="preserve">Specify mother </w:t>
            </w:r>
            <w:proofErr w:type="gramStart"/>
            <w:r>
              <w:rPr>
                <w:rFonts w:ascii="Arial Narrow" w:hAnsi="Arial Narrow"/>
                <w:b/>
              </w:rPr>
              <w:t>tongue ]</w:t>
            </w:r>
            <w:proofErr w:type="gramEnd"/>
          </w:p>
        </w:tc>
      </w:tr>
    </w:tbl>
    <w:p w14:paraId="0AB3A528" w14:textId="77777777" w:rsidR="00980DAE" w:rsidRDefault="00980DAE">
      <w:pPr>
        <w:pStyle w:val="Aaoeeu"/>
        <w:spacing w:before="20" w:after="20"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980DAE" w14:paraId="5A07769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8D3A256" w14:textId="77777777" w:rsidR="00980DAE" w:rsidRDefault="000A5DB6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</w:rPr>
            </w:pPr>
            <w:r>
              <w:rPr>
                <w:rFonts w:ascii="Arial Narrow" w:hAnsi="Arial Narrow"/>
                <w:b w:val="0"/>
                <w:smallCaps/>
                <w:sz w:val="22"/>
              </w:rPr>
              <w:t>Other languages</w:t>
            </w:r>
          </w:p>
        </w:tc>
      </w:tr>
    </w:tbl>
    <w:p w14:paraId="6B5C4A6D" w14:textId="77777777" w:rsidR="00980DAE" w:rsidRDefault="00980DAE">
      <w:pPr>
        <w:pStyle w:val="Aaoeeu"/>
        <w:spacing w:before="20" w:after="20"/>
        <w:rPr>
          <w:rFonts w:ascii="Arial Narrow" w:hAnsi="Arial Narrow"/>
          <w:sz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80DAE" w14:paraId="7F853C16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EA028D0" w14:textId="77777777" w:rsidR="00980DAE" w:rsidRDefault="00980DAE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4A9F15" w14:textId="77777777" w:rsidR="00980DAE" w:rsidRDefault="00980DAE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6C5DB91" w14:textId="77777777" w:rsidR="00980DAE" w:rsidRDefault="000A5DB6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mallCaps/>
              </w:rPr>
              <w:t xml:space="preserve">[ </w:t>
            </w:r>
            <w:r>
              <w:rPr>
                <w:rFonts w:ascii="Arial Narrow" w:hAnsi="Arial Narrow"/>
                <w:b/>
              </w:rPr>
              <w:t xml:space="preserve">Specify </w:t>
            </w:r>
            <w:proofErr w:type="gramStart"/>
            <w:r>
              <w:rPr>
                <w:rFonts w:ascii="Arial Narrow" w:hAnsi="Arial Narrow"/>
                <w:b/>
              </w:rPr>
              <w:t>language ]</w:t>
            </w:r>
            <w:proofErr w:type="gramEnd"/>
          </w:p>
        </w:tc>
      </w:tr>
      <w:tr w:rsidR="00980DAE" w14:paraId="3A712E47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55F2635" w14:textId="77777777" w:rsidR="00980DAE" w:rsidRDefault="000A5DB6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</w:rPr>
              <w:t>Reading skills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498FCE" w14:textId="77777777" w:rsidR="00980DAE" w:rsidRDefault="00980DAE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71E8F6E" w14:textId="77777777" w:rsidR="00980DAE" w:rsidRDefault="000A5DB6">
            <w:pPr>
              <w:pStyle w:val="Eaoaeaa"/>
              <w:widowControl/>
              <w:spacing w:before="20" w:after="20"/>
              <w:rPr>
                <w:rFonts w:ascii="Arial Narrow" w:hAnsi="Arial Narrow"/>
              </w:rPr>
            </w:pPr>
            <w:r>
              <w:rPr>
                <w:rFonts w:ascii="Arial Narrow" w:hAnsi="Arial Narrow"/>
                <w:smallCaps/>
              </w:rPr>
              <w:t>[</w:t>
            </w:r>
            <w:r>
              <w:rPr>
                <w:rFonts w:ascii="Arial Narrow" w:hAnsi="Arial Narrow"/>
              </w:rPr>
              <w:t xml:space="preserve"> Indicate level: excellent, good, basic. ]</w:t>
            </w:r>
          </w:p>
        </w:tc>
      </w:tr>
      <w:tr w:rsidR="00980DAE" w14:paraId="78D1686F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3091FEE" w14:textId="77777777" w:rsidR="00980DAE" w:rsidRDefault="000A5DB6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</w:rPr>
              <w:t>Writing skills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1AA18A" w14:textId="77777777" w:rsidR="00980DAE" w:rsidRDefault="00980DAE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8B3E7D4" w14:textId="77777777" w:rsidR="00980DAE" w:rsidRDefault="000A5DB6">
            <w:pPr>
              <w:pStyle w:val="Eaoaeaa"/>
              <w:widowControl/>
              <w:spacing w:before="20" w:after="20"/>
              <w:rPr>
                <w:rFonts w:ascii="Arial Narrow" w:hAnsi="Arial Narrow"/>
              </w:rPr>
            </w:pPr>
            <w:r>
              <w:rPr>
                <w:rFonts w:ascii="Arial Narrow" w:hAnsi="Arial Narrow"/>
                <w:smallCaps/>
              </w:rPr>
              <w:t>[</w:t>
            </w:r>
            <w:r>
              <w:rPr>
                <w:rFonts w:ascii="Arial Narrow" w:hAnsi="Arial Narrow"/>
              </w:rPr>
              <w:t xml:space="preserve"> Indicate level: excellent, good, basic. ]</w:t>
            </w:r>
          </w:p>
        </w:tc>
      </w:tr>
      <w:tr w:rsidR="00980DAE" w14:paraId="3685C0EB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4A061EA" w14:textId="77777777" w:rsidR="00980DAE" w:rsidRDefault="000A5DB6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• </w:t>
            </w:r>
            <w:r>
              <w:rPr>
                <w:rFonts w:ascii="Arial Narrow" w:hAnsi="Arial Narrow"/>
              </w:rPr>
              <w:t>Verbal skills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D8FD96" w14:textId="77777777" w:rsidR="00980DAE" w:rsidRDefault="00980DAE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A854A72" w14:textId="77777777" w:rsidR="00980DAE" w:rsidRDefault="000A5DB6">
            <w:pPr>
              <w:pStyle w:val="Eaoaeaa"/>
              <w:widowControl/>
              <w:spacing w:before="20" w:after="20"/>
              <w:rPr>
                <w:rFonts w:ascii="Arial Narrow" w:hAnsi="Arial Narrow"/>
              </w:rPr>
            </w:pPr>
            <w:r>
              <w:rPr>
                <w:rFonts w:ascii="Arial Narrow" w:hAnsi="Arial Narrow"/>
                <w:smallCaps/>
              </w:rPr>
              <w:t>[</w:t>
            </w:r>
            <w:r>
              <w:rPr>
                <w:rFonts w:ascii="Arial Narrow" w:hAnsi="Arial Narrow"/>
              </w:rPr>
              <w:t xml:space="preserve"> Indicate level: excellent, good, basic. ]</w:t>
            </w:r>
          </w:p>
        </w:tc>
      </w:tr>
    </w:tbl>
    <w:p w14:paraId="4446D87A" w14:textId="77777777" w:rsidR="00980DAE" w:rsidRDefault="00980DAE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80DAE" w14:paraId="433CC5E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CEBA9BE" w14:textId="77777777" w:rsidR="00980DAE" w:rsidRDefault="000A5DB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</w:rPr>
            </w:pPr>
            <w:r>
              <w:rPr>
                <w:rFonts w:ascii="Arial Narrow" w:hAnsi="Arial Narrow"/>
                <w:smallCaps/>
                <w:sz w:val="24"/>
              </w:rPr>
              <w:t>Social skills</w:t>
            </w:r>
          </w:p>
          <w:p w14:paraId="27DBCDAB" w14:textId="77777777" w:rsidR="00980DAE" w:rsidRDefault="000A5DB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</w:rPr>
            </w:pPr>
            <w:r>
              <w:rPr>
                <w:rFonts w:ascii="Arial Narrow" w:hAnsi="Arial Narrow"/>
                <w:smallCaps/>
                <w:sz w:val="24"/>
              </w:rPr>
              <w:t>and competences</w:t>
            </w:r>
          </w:p>
          <w:p w14:paraId="366DE579" w14:textId="77777777" w:rsidR="00980DAE" w:rsidRDefault="000A5DB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sz w:val="18"/>
              </w:rPr>
            </w:pPr>
            <w:r>
              <w:rPr>
                <w:rFonts w:ascii="Arial Narrow" w:hAnsi="Arial Narrow"/>
                <w:i/>
                <w:sz w:val="18"/>
                <w:lang w:val="en-GB"/>
              </w:rPr>
              <w:t xml:space="preserve">Living and working with other people, </w:t>
            </w:r>
            <w:r>
              <w:rPr>
                <w:rFonts w:ascii="Arial Narrow" w:hAnsi="Arial Narrow"/>
                <w:i/>
                <w:sz w:val="18"/>
              </w:rPr>
              <w:t xml:space="preserve">in multicultural environments, in positions where communication is important and situations where teamwork </w:t>
            </w:r>
            <w:r>
              <w:rPr>
                <w:rFonts w:ascii="Arial Narrow" w:hAnsi="Arial Narrow"/>
                <w:i/>
                <w:sz w:val="18"/>
                <w:lang w:val="en-GB"/>
              </w:rPr>
              <w:t>is essential (for example culture and sports),</w:t>
            </w:r>
            <w:r>
              <w:rPr>
                <w:rFonts w:ascii="Arial Narrow" w:hAnsi="Arial Narrow"/>
                <w:i/>
                <w:sz w:val="18"/>
              </w:rPr>
              <w:t xml:space="preserve"> etc.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093052" w14:textId="77777777" w:rsidR="00980DAE" w:rsidRDefault="00980DAE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88F79B4" w14:textId="77777777" w:rsidR="00980DAE" w:rsidRDefault="000A5DB6">
            <w:pPr>
              <w:pStyle w:val="Eaoaeaa"/>
              <w:widowControl/>
              <w:spacing w:before="20" w:after="20"/>
              <w:rPr>
                <w:rFonts w:ascii="Arial Narrow" w:hAnsi="Arial Narrow"/>
              </w:rPr>
            </w:pPr>
            <w:r>
              <w:rPr>
                <w:rFonts w:ascii="Arial Narrow" w:hAnsi="Arial Narrow"/>
                <w:smallCaps/>
              </w:rPr>
              <w:t>[</w:t>
            </w:r>
            <w:r>
              <w:rPr>
                <w:rFonts w:ascii="Arial Narrow" w:hAnsi="Arial Narrow"/>
              </w:rPr>
              <w:t xml:space="preserve"> Describe these competences and indicate where they were acquired. ]</w:t>
            </w:r>
          </w:p>
        </w:tc>
      </w:tr>
    </w:tbl>
    <w:p w14:paraId="0D81351E" w14:textId="77777777" w:rsidR="00980DAE" w:rsidRDefault="00980DAE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80DAE" w14:paraId="1950DEA2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0DF7F97" w14:textId="77777777" w:rsidR="00980DAE" w:rsidRDefault="000A5DB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</w:rPr>
            </w:pPr>
            <w:proofErr w:type="spellStart"/>
            <w:r>
              <w:rPr>
                <w:rFonts w:ascii="Arial Narrow" w:hAnsi="Arial Narrow"/>
                <w:smallCaps/>
                <w:sz w:val="24"/>
              </w:rPr>
              <w:t>Organisational</w:t>
            </w:r>
            <w:proofErr w:type="spellEnd"/>
            <w:r>
              <w:rPr>
                <w:rFonts w:ascii="Arial Narrow" w:hAnsi="Arial Narrow"/>
                <w:smallCaps/>
                <w:sz w:val="24"/>
              </w:rPr>
              <w:t xml:space="preserve"> skills </w:t>
            </w:r>
          </w:p>
          <w:p w14:paraId="092E8678" w14:textId="77777777" w:rsidR="00980DAE" w:rsidRDefault="000A5DB6">
            <w:pPr>
              <w:pStyle w:val="Aaoeeu"/>
              <w:widowControl/>
              <w:spacing w:before="20" w:after="20"/>
              <w:ind w:right="33"/>
              <w:jc w:val="right"/>
              <w:rPr>
                <w:sz w:val="16"/>
                <w:lang w:val="en-GB"/>
              </w:rPr>
            </w:pPr>
            <w:r>
              <w:rPr>
                <w:rFonts w:ascii="Arial Narrow" w:hAnsi="Arial Narrow"/>
                <w:smallCaps/>
                <w:sz w:val="24"/>
              </w:rPr>
              <w:t>and competences</w:t>
            </w:r>
            <w:r>
              <w:rPr>
                <w:sz w:val="16"/>
                <w:lang w:val="en-GB"/>
              </w:rPr>
              <w:t xml:space="preserve"> </w:t>
            </w:r>
          </w:p>
          <w:p w14:paraId="58E96F6D" w14:textId="77777777" w:rsidR="00980DAE" w:rsidRDefault="000A5DB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</w:rPr>
            </w:pPr>
            <w:r>
              <w:rPr>
                <w:rFonts w:ascii="Arial Narrow" w:hAnsi="Arial Narrow"/>
                <w:i/>
                <w:sz w:val="18"/>
              </w:rPr>
              <w:t>Coordination and administration of people, projects and budgets; at work, in voluntary work (for example culture and sports) and at home, etc.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648D88" w14:textId="77777777" w:rsidR="00980DAE" w:rsidRDefault="00980DAE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2964138" w14:textId="77777777" w:rsidR="00980DAE" w:rsidRDefault="000A5DB6">
            <w:pPr>
              <w:pStyle w:val="Eaoaeaa"/>
              <w:widowControl/>
              <w:spacing w:before="20" w:after="20"/>
              <w:rPr>
                <w:rFonts w:ascii="Arial Narrow" w:hAnsi="Arial Narrow"/>
              </w:rPr>
            </w:pPr>
            <w:r>
              <w:rPr>
                <w:rFonts w:ascii="Arial Narrow" w:hAnsi="Arial Narrow"/>
                <w:smallCaps/>
              </w:rPr>
              <w:t>[</w:t>
            </w:r>
            <w:r>
              <w:rPr>
                <w:rFonts w:ascii="Arial Narrow" w:hAnsi="Arial Narrow"/>
              </w:rPr>
              <w:t xml:space="preserve"> Describe these competences and indicate where they were acquired. ]</w:t>
            </w:r>
          </w:p>
        </w:tc>
      </w:tr>
    </w:tbl>
    <w:p w14:paraId="4E79A5CC" w14:textId="77777777" w:rsidR="00980DAE" w:rsidRDefault="00980DAE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80DAE" w14:paraId="6ACD259D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BDA5EC0" w14:textId="77777777" w:rsidR="00980DAE" w:rsidRDefault="000A5DB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</w:rPr>
            </w:pPr>
            <w:r>
              <w:rPr>
                <w:rFonts w:ascii="Arial Narrow" w:hAnsi="Arial Narrow"/>
                <w:smallCaps/>
                <w:sz w:val="24"/>
              </w:rPr>
              <w:t xml:space="preserve">Technical skills </w:t>
            </w:r>
          </w:p>
          <w:p w14:paraId="7371A4D8" w14:textId="77777777" w:rsidR="00980DAE" w:rsidRDefault="000A5DB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</w:rPr>
            </w:pPr>
            <w:r>
              <w:rPr>
                <w:rFonts w:ascii="Arial Narrow" w:hAnsi="Arial Narrow"/>
                <w:smallCaps/>
                <w:sz w:val="24"/>
              </w:rPr>
              <w:t>and competences</w:t>
            </w:r>
          </w:p>
          <w:p w14:paraId="69CDDC0A" w14:textId="77777777" w:rsidR="00980DAE" w:rsidRDefault="000A5DB6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</w:rPr>
            </w:pPr>
            <w:r>
              <w:rPr>
                <w:rFonts w:ascii="Arial Narrow" w:hAnsi="Arial Narrow"/>
                <w:b w:val="0"/>
                <w:i/>
                <w:sz w:val="18"/>
              </w:rPr>
              <w:t>With computers, specific kinds of equipment, machinery, etc.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97F694A" w14:textId="77777777" w:rsidR="00980DAE" w:rsidRDefault="00980DAE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7F706D0" w14:textId="77777777" w:rsidR="00980DAE" w:rsidRDefault="000A5DB6">
            <w:pPr>
              <w:pStyle w:val="Eaoaeaa"/>
              <w:widowControl/>
              <w:spacing w:before="20" w:after="20"/>
              <w:rPr>
                <w:rFonts w:ascii="Arial Narrow" w:hAnsi="Arial Narrow"/>
              </w:rPr>
            </w:pPr>
            <w:r>
              <w:rPr>
                <w:rFonts w:ascii="Arial Narrow" w:hAnsi="Arial Narrow"/>
                <w:smallCaps/>
              </w:rPr>
              <w:t>[</w:t>
            </w:r>
            <w:r>
              <w:rPr>
                <w:rFonts w:ascii="Arial Narrow" w:hAnsi="Arial Narrow"/>
              </w:rPr>
              <w:t xml:space="preserve"> Describe these competences and indicate where they were acquired. ]</w:t>
            </w:r>
          </w:p>
        </w:tc>
      </w:tr>
    </w:tbl>
    <w:p w14:paraId="5B28DFE2" w14:textId="77777777" w:rsidR="00980DAE" w:rsidRDefault="00980DAE">
      <w:pPr>
        <w:pStyle w:val="Aaoeeu"/>
        <w:widowControl/>
        <w:rPr>
          <w:rFonts w:ascii="Arial Narrow" w:hAnsi="Arial Narrow"/>
        </w:rPr>
      </w:pPr>
    </w:p>
    <w:p w14:paraId="4A21D803" w14:textId="77777777" w:rsidR="00980DAE" w:rsidRDefault="00980DAE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80DAE" w14:paraId="07AA6CB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F68CF0C" w14:textId="77777777" w:rsidR="00980DAE" w:rsidRDefault="000A5DB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</w:rPr>
            </w:pPr>
            <w:r>
              <w:rPr>
                <w:rFonts w:ascii="Arial Narrow" w:hAnsi="Arial Narrow"/>
                <w:smallCaps/>
                <w:sz w:val="24"/>
              </w:rPr>
              <w:t xml:space="preserve">Other skills </w:t>
            </w:r>
          </w:p>
          <w:p w14:paraId="42DBBEAD" w14:textId="77777777" w:rsidR="00980DAE" w:rsidRDefault="000A5DB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</w:rPr>
            </w:pPr>
            <w:r>
              <w:rPr>
                <w:rFonts w:ascii="Arial Narrow" w:hAnsi="Arial Narrow"/>
                <w:smallCaps/>
                <w:sz w:val="24"/>
              </w:rPr>
              <w:t>and competences</w:t>
            </w:r>
          </w:p>
          <w:p w14:paraId="032EB8FC" w14:textId="77777777" w:rsidR="00980DAE" w:rsidRDefault="000A5DB6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z w:val="24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en-GB"/>
              </w:rPr>
              <w:t>Competences not mentioned above.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27B4FA0" w14:textId="77777777" w:rsidR="00980DAE" w:rsidRDefault="00980DAE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FAA69D2" w14:textId="77777777" w:rsidR="00980DAE" w:rsidRDefault="000A5DB6">
            <w:pPr>
              <w:pStyle w:val="Eaoaeaa"/>
              <w:widowControl/>
              <w:spacing w:before="20" w:after="20"/>
              <w:rPr>
                <w:rFonts w:ascii="Arial Narrow" w:hAnsi="Arial Narrow"/>
              </w:rPr>
            </w:pPr>
            <w:r>
              <w:rPr>
                <w:rFonts w:ascii="Arial Narrow" w:hAnsi="Arial Narrow"/>
                <w:smallCaps/>
              </w:rPr>
              <w:t>[</w:t>
            </w:r>
            <w:r>
              <w:rPr>
                <w:rFonts w:ascii="Arial Narrow" w:hAnsi="Arial Narrow"/>
              </w:rPr>
              <w:t xml:space="preserve"> Describe these competences and indicate where they were acquired. ]</w:t>
            </w:r>
          </w:p>
        </w:tc>
      </w:tr>
    </w:tbl>
    <w:p w14:paraId="301970A3" w14:textId="77777777" w:rsidR="00980DAE" w:rsidRDefault="00980DAE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80DAE" w14:paraId="2F90269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B02F3FB" w14:textId="77777777" w:rsidR="00980DAE" w:rsidRDefault="000A5DB6">
            <w:pPr>
              <w:pStyle w:val="Aeeaoaeaa1"/>
              <w:widowControl/>
              <w:rPr>
                <w:rFonts w:ascii="Arial Narrow" w:hAnsi="Arial Narrow"/>
                <w:b w:val="0"/>
                <w:sz w:val="24"/>
              </w:rPr>
            </w:pPr>
            <w:r>
              <w:rPr>
                <w:rFonts w:ascii="Arial Narrow" w:hAnsi="Arial Narrow"/>
                <w:b w:val="0"/>
                <w:smallCaps/>
                <w:sz w:val="24"/>
              </w:rPr>
              <w:t>Driving licence(s)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56CB10" w14:textId="77777777" w:rsidR="00980DAE" w:rsidRDefault="00980DAE">
            <w:pPr>
              <w:pStyle w:val="Aaoeeu"/>
              <w:widowControl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BB8E759" w14:textId="77777777" w:rsidR="00980DAE" w:rsidRDefault="00980DAE">
            <w:pPr>
              <w:pStyle w:val="Eaoaeaa"/>
              <w:widowControl/>
              <w:rPr>
                <w:rFonts w:ascii="Arial Narrow" w:hAnsi="Arial Narrow"/>
              </w:rPr>
            </w:pPr>
          </w:p>
        </w:tc>
      </w:tr>
    </w:tbl>
    <w:p w14:paraId="48242513" w14:textId="77777777" w:rsidR="00980DAE" w:rsidRDefault="00980DAE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80DAE" w14:paraId="60F9FDE3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DAF1DAC" w14:textId="77777777" w:rsidR="00980DAE" w:rsidRDefault="000A5DB6">
            <w:pPr>
              <w:pStyle w:val="Aeeaoaeaa1"/>
              <w:widowControl/>
              <w:spacing w:before="20" w:after="2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mallCaps/>
                <w:sz w:val="24"/>
              </w:rPr>
              <w:t>Additional information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2122C2C" w14:textId="77777777" w:rsidR="00980DAE" w:rsidRDefault="00980DAE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E3561E8" w14:textId="77777777" w:rsidR="00980DAE" w:rsidRDefault="000A5DB6">
            <w:pPr>
              <w:pStyle w:val="Eaoaeaa"/>
              <w:widowControl/>
              <w:spacing w:before="20" w:after="20"/>
              <w:rPr>
                <w:rFonts w:ascii="Arial Narrow" w:hAnsi="Arial Narrow"/>
              </w:rPr>
            </w:pPr>
            <w:r>
              <w:rPr>
                <w:rFonts w:ascii="Arial Narrow" w:hAnsi="Arial Narrow"/>
                <w:smallCaps/>
              </w:rPr>
              <w:t>[</w:t>
            </w:r>
            <w:r>
              <w:rPr>
                <w:rFonts w:ascii="Arial Narrow" w:hAnsi="Arial Narrow"/>
              </w:rPr>
              <w:t xml:space="preserve"> Include here any other information that may be relevant, for example contact persons, references, </w:t>
            </w:r>
            <w:proofErr w:type="gramStart"/>
            <w:r>
              <w:rPr>
                <w:rFonts w:ascii="Arial Narrow" w:hAnsi="Arial Narrow"/>
              </w:rPr>
              <w:t>etc. ]</w:t>
            </w:r>
            <w:proofErr w:type="gramEnd"/>
          </w:p>
        </w:tc>
      </w:tr>
    </w:tbl>
    <w:p w14:paraId="718DCA00" w14:textId="77777777" w:rsidR="00980DAE" w:rsidRDefault="00980DAE">
      <w:pPr>
        <w:pStyle w:val="Aaoeeu"/>
        <w:widowControl/>
        <w:spacing w:before="20" w:after="20"/>
        <w:rPr>
          <w:rFonts w:ascii="Arial Narrow" w:hAnsi="Arial Narrow"/>
        </w:rPr>
      </w:pPr>
    </w:p>
    <w:p w14:paraId="678B485A" w14:textId="77777777" w:rsidR="00980DAE" w:rsidRDefault="00980DAE">
      <w:pPr>
        <w:pStyle w:val="Aaoeeu"/>
        <w:widowControl/>
        <w:spacing w:before="20" w:after="20"/>
        <w:rPr>
          <w:rFonts w:ascii="Arial Narrow" w:hAnsi="Arial Narrow"/>
          <w:sz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80DAE" w14:paraId="15F8C942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5638354" w14:textId="77777777" w:rsidR="00980DAE" w:rsidRDefault="000A5DB6">
            <w:pPr>
              <w:pStyle w:val="Aeeaoaeaa1"/>
              <w:widowControl/>
              <w:spacing w:before="20" w:after="20"/>
            </w:pPr>
            <w:r>
              <w:rPr>
                <w:rFonts w:ascii="Arial Narrow" w:hAnsi="Arial Narrow"/>
                <w:smallCaps/>
                <w:sz w:val="24"/>
              </w:rPr>
              <w:t>Annexes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B2172A" w14:textId="77777777" w:rsidR="00980DAE" w:rsidRDefault="00980DAE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C2F8472" w14:textId="77777777" w:rsidR="00980DAE" w:rsidRDefault="000A5DB6">
            <w:pPr>
              <w:pStyle w:val="Eaoaeaa"/>
              <w:widowControl/>
              <w:spacing w:before="20" w:after="20"/>
              <w:rPr>
                <w:rFonts w:ascii="Arial Narrow" w:hAnsi="Arial Narrow"/>
              </w:rPr>
            </w:pPr>
            <w:r>
              <w:rPr>
                <w:rFonts w:ascii="Arial Narrow" w:hAnsi="Arial Narrow"/>
                <w:smallCaps/>
              </w:rPr>
              <w:t xml:space="preserve">[ </w:t>
            </w:r>
            <w:r>
              <w:rPr>
                <w:rFonts w:ascii="Arial Narrow" w:hAnsi="Arial Narrow"/>
              </w:rPr>
              <w:t>List any attached annexes. ]</w:t>
            </w:r>
          </w:p>
        </w:tc>
      </w:tr>
    </w:tbl>
    <w:p w14:paraId="044D932A" w14:textId="77777777" w:rsidR="00980DAE" w:rsidRDefault="00980DAE">
      <w:pPr>
        <w:pStyle w:val="Aaoeeu"/>
        <w:widowControl/>
        <w:rPr>
          <w:rFonts w:ascii="Arial Narrow" w:hAnsi="Arial Narrow"/>
        </w:rPr>
      </w:pPr>
    </w:p>
    <w:p w14:paraId="2F136FDA" w14:textId="6EE1435A" w:rsidR="00980DAE" w:rsidRDefault="00980DAE"/>
    <w:p w14:paraId="52E1D6E5" w14:textId="3CFDEB21" w:rsidR="004F698C" w:rsidRDefault="004F698C"/>
    <w:p w14:paraId="743225F4" w14:textId="42E70118" w:rsidR="004F698C" w:rsidRDefault="004F698C"/>
    <w:p w14:paraId="3321CE83" w14:textId="32FC346F" w:rsidR="004F698C" w:rsidRDefault="004F698C"/>
    <w:p w14:paraId="10744CAF" w14:textId="58AE9E8E" w:rsidR="004F698C" w:rsidRDefault="004F698C"/>
    <w:p w14:paraId="1E83D0BD" w14:textId="77777777" w:rsidR="004F698C" w:rsidRDefault="004F698C" w:rsidP="004F698C">
      <w:pPr>
        <w:spacing w:line="360" w:lineRule="auto"/>
        <w:ind w:right="560"/>
        <w:jc w:val="center"/>
        <w:rPr>
          <w:rFonts w:ascii="Arial Narrow" w:eastAsia="Arial Narrow" w:hAnsi="Arial Narrow" w:cs="Arial Narrow"/>
          <w:i/>
          <w:highlight w:val="white"/>
        </w:rPr>
      </w:pPr>
    </w:p>
    <w:p w14:paraId="41EB9B9B" w14:textId="72F199F8" w:rsidR="004F698C" w:rsidRPr="004F698C" w:rsidRDefault="004F698C" w:rsidP="004F698C">
      <w:pPr>
        <w:pStyle w:val="Eaoaeaa"/>
        <w:widowControl/>
        <w:spacing w:before="20" w:after="20"/>
        <w:ind w:left="709"/>
        <w:rPr>
          <w:rFonts w:ascii="Arial Narrow" w:hAnsi="Arial Narrow"/>
        </w:rPr>
      </w:pPr>
      <w:r w:rsidRPr="004F698C">
        <w:rPr>
          <w:rFonts w:ascii="Arial Narrow" w:hAnsi="Arial Narrow"/>
        </w:rPr>
        <w:t>I authoriz</w:t>
      </w:r>
      <w:bookmarkStart w:id="0" w:name="_GoBack"/>
      <w:bookmarkEnd w:id="0"/>
      <w:r w:rsidRPr="004F698C">
        <w:rPr>
          <w:rFonts w:ascii="Arial Narrow" w:hAnsi="Arial Narrow"/>
        </w:rPr>
        <w:t>e the processing of personal data, according to the provisions of EU Regulation 2016/679.</w:t>
      </w:r>
    </w:p>
    <w:p w14:paraId="4214440F" w14:textId="77777777" w:rsidR="004F698C" w:rsidRDefault="004F698C"/>
    <w:sectPr w:rsidR="004F698C">
      <w:footerReference w:type="even" r:id="rId9"/>
      <w:footerReference w:type="default" r:id="rId10"/>
      <w:pgSz w:w="11907" w:h="16840" w:code="9"/>
      <w:pgMar w:top="851" w:right="1797" w:bottom="851" w:left="851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735F2" w14:textId="77777777" w:rsidR="00980DAE" w:rsidRDefault="000A5DB6">
      <w:r>
        <w:separator/>
      </w:r>
    </w:p>
  </w:endnote>
  <w:endnote w:type="continuationSeparator" w:id="0">
    <w:p w14:paraId="558B8DBE" w14:textId="77777777" w:rsidR="00980DAE" w:rsidRDefault="000A5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5BDC3" w14:textId="77777777" w:rsidR="00980DAE" w:rsidRDefault="000A5DB6">
    <w:pPr>
      <w:pStyle w:val="Pidipagina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2CD89DB" w14:textId="77777777" w:rsidR="00980DAE" w:rsidRDefault="00980DAE">
    <w:pPr>
      <w:pStyle w:val="Pidipagin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558B2" w14:textId="77777777" w:rsidR="00980DAE" w:rsidRDefault="00980DAE">
    <w:pPr>
      <w:pStyle w:val="Pidipagina"/>
      <w:framePr w:wrap="around" w:vAnchor="text" w:hAnchor="margin" w:y="1"/>
      <w:rPr>
        <w:rStyle w:val="Numeropagina"/>
      </w:rPr>
    </w:pP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2943"/>
      <w:gridCol w:w="284"/>
      <w:gridCol w:w="6095"/>
    </w:tblGrid>
    <w:tr w:rsidR="00980DAE" w14:paraId="7FCBC291" w14:textId="77777777">
      <w:tc>
        <w:tcPr>
          <w:tcW w:w="2943" w:type="dxa"/>
          <w:tcBorders>
            <w:top w:val="nil"/>
            <w:left w:val="nil"/>
            <w:bottom w:val="nil"/>
            <w:right w:val="nil"/>
          </w:tcBorders>
        </w:tcPr>
        <w:p w14:paraId="67B8A44D" w14:textId="77777777" w:rsidR="00980DAE" w:rsidRDefault="000A5DB6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sz w:val="16"/>
            </w:rPr>
          </w:pPr>
          <w:r>
            <w:rPr>
              <w:rFonts w:ascii="Arial Narrow" w:hAnsi="Arial Narrow"/>
              <w:i/>
              <w:sz w:val="16"/>
            </w:rPr>
            <w:t xml:space="preserve">Page </w:t>
          </w:r>
          <w:r>
            <w:rPr>
              <w:rFonts w:ascii="Arial Narrow" w:hAnsi="Arial Narrow"/>
              <w:i/>
              <w:sz w:val="16"/>
            </w:rPr>
            <w:fldChar w:fldCharType="begin"/>
          </w:r>
          <w:r>
            <w:rPr>
              <w:rFonts w:ascii="Arial Narrow" w:hAnsi="Arial Narrow"/>
              <w:i/>
              <w:sz w:val="16"/>
            </w:rPr>
            <w:instrText xml:space="preserve">page </w:instrText>
          </w:r>
          <w:r>
            <w:rPr>
              <w:rFonts w:ascii="Arial Narrow" w:hAnsi="Arial Narrow"/>
              <w:i/>
              <w:sz w:val="16"/>
            </w:rPr>
            <w:fldChar w:fldCharType="separate"/>
          </w:r>
          <w:r>
            <w:rPr>
              <w:rFonts w:ascii="Arial Narrow" w:hAnsi="Arial Narrow"/>
              <w:i/>
              <w:noProof/>
              <w:sz w:val="16"/>
            </w:rPr>
            <w:t>1</w:t>
          </w:r>
          <w:r>
            <w:rPr>
              <w:rFonts w:ascii="Arial Narrow" w:hAnsi="Arial Narrow"/>
              <w:i/>
              <w:sz w:val="16"/>
            </w:rPr>
            <w:fldChar w:fldCharType="end"/>
          </w:r>
          <w:r>
            <w:rPr>
              <w:rFonts w:ascii="Arial Narrow" w:hAnsi="Arial Narrow"/>
              <w:i/>
              <w:sz w:val="16"/>
            </w:rPr>
            <w:t xml:space="preserve"> - Curriculum vitae of</w:t>
          </w:r>
        </w:p>
        <w:p w14:paraId="31841B41" w14:textId="77777777" w:rsidR="00980DAE" w:rsidRDefault="000A5DB6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i/>
              <w:sz w:val="16"/>
            </w:rPr>
            <w:t xml:space="preserve">[ SURNAME, other </w:t>
          </w:r>
          <w:proofErr w:type="gramStart"/>
          <w:r>
            <w:rPr>
              <w:rFonts w:ascii="Arial Narrow" w:hAnsi="Arial Narrow"/>
              <w:i/>
              <w:sz w:val="16"/>
            </w:rPr>
            <w:t>names ]</w:t>
          </w:r>
          <w:proofErr w:type="gramEnd"/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14:paraId="34165B10" w14:textId="77777777" w:rsidR="00980DAE" w:rsidRDefault="00980DAE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</w:rPr>
          </w:pPr>
        </w:p>
      </w:tc>
      <w:tc>
        <w:tcPr>
          <w:tcW w:w="6095" w:type="dxa"/>
          <w:tcBorders>
            <w:top w:val="nil"/>
            <w:left w:val="nil"/>
            <w:bottom w:val="nil"/>
            <w:right w:val="nil"/>
          </w:tcBorders>
        </w:tcPr>
        <w:p w14:paraId="58B05578" w14:textId="77777777" w:rsidR="00980DAE" w:rsidRDefault="00980DAE">
          <w:pPr>
            <w:pStyle w:val="OiaeaeiYiio2"/>
            <w:widowControl/>
            <w:jc w:val="left"/>
            <w:rPr>
              <w:rFonts w:ascii="Arial Narrow" w:hAnsi="Arial Narrow"/>
              <w:i w:val="0"/>
            </w:rPr>
          </w:pPr>
        </w:p>
      </w:tc>
    </w:tr>
  </w:tbl>
  <w:p w14:paraId="46F43D0C" w14:textId="77777777" w:rsidR="00980DAE" w:rsidRDefault="000A5DB6">
    <w:pPr>
      <w:pStyle w:val="Aaoeeu"/>
      <w:widowControl/>
      <w:tabs>
        <w:tab w:val="left" w:pos="3261"/>
      </w:tabs>
      <w:rPr>
        <w:rFonts w:ascii="Arial Narrow" w:hAnsi="Arial Narrow"/>
        <w:sz w:val="18"/>
      </w:rPr>
    </w:pPr>
    <w:r>
      <w:rPr>
        <w:rFonts w:ascii="Arial Narrow" w:hAnsi="Arial Narrow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CE530" w14:textId="77777777" w:rsidR="00980DAE" w:rsidRDefault="000A5DB6">
      <w:r>
        <w:separator/>
      </w:r>
    </w:p>
  </w:footnote>
  <w:footnote w:type="continuationSeparator" w:id="0">
    <w:p w14:paraId="3A479B88" w14:textId="77777777" w:rsidR="00980DAE" w:rsidRDefault="000A5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27A0384"/>
    <w:multiLevelType w:val="singleLevel"/>
    <w:tmpl w:val="82C646BE"/>
    <w:lvl w:ilvl="0">
      <w:start w:val="1"/>
      <w:numFmt w:val="bullet"/>
      <w:pStyle w:val="Tiret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sz w:val="22"/>
      </w:rPr>
    </w:lvl>
  </w:abstractNum>
  <w:abstractNum w:abstractNumId="2" w15:restartNumberingAfterBreak="0">
    <w:nsid w:val="18472399"/>
    <w:multiLevelType w:val="singleLevel"/>
    <w:tmpl w:val="37A070FC"/>
    <w:lvl w:ilvl="0">
      <w:start w:val="1"/>
      <w:numFmt w:val="bullet"/>
      <w:pStyle w:val="bullet1"/>
      <w:lvlText w:val="•"/>
      <w:lvlJc w:val="left"/>
      <w:pPr>
        <w:tabs>
          <w:tab w:val="num" w:pos="644"/>
        </w:tabs>
        <w:ind w:left="567" w:hanging="283"/>
      </w:pPr>
      <w:rPr>
        <w:rFonts w:ascii="Arial" w:hAnsi="Arial" w:hint="default"/>
      </w:rPr>
    </w:lvl>
  </w:abstractNum>
  <w:abstractNum w:abstractNumId="3" w15:restartNumberingAfterBreak="0">
    <w:nsid w:val="4DA7345B"/>
    <w:multiLevelType w:val="singleLevel"/>
    <w:tmpl w:val="00C85464"/>
    <w:lvl w:ilvl="0">
      <w:start w:val="1"/>
      <w:numFmt w:val="bullet"/>
      <w:pStyle w:val="bullet2"/>
      <w:lvlText w:val="•"/>
      <w:lvlJc w:val="left"/>
      <w:pPr>
        <w:tabs>
          <w:tab w:val="num" w:pos="644"/>
        </w:tabs>
        <w:ind w:left="567" w:hanging="283"/>
      </w:pPr>
      <w:rPr>
        <w:rFonts w:ascii="Arial" w:hAnsi="Arial" w:hint="default"/>
      </w:rPr>
    </w:lvl>
  </w:abstractNum>
  <w:abstractNum w:abstractNumId="4" w15:restartNumberingAfterBreak="0">
    <w:nsid w:val="5DFD014F"/>
    <w:multiLevelType w:val="singleLevel"/>
    <w:tmpl w:val="E8907EA8"/>
    <w:lvl w:ilvl="0">
      <w:start w:val="1"/>
      <w:numFmt w:val="bullet"/>
      <w:pStyle w:val="Tiret1"/>
      <w:lvlText w:val="-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</w:rPr>
    </w:lvl>
  </w:abstractNum>
  <w:abstractNum w:abstractNumId="5" w15:restartNumberingAfterBreak="0">
    <w:nsid w:val="6E7970C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EAE"/>
    <w:rsid w:val="000A5DB6"/>
    <w:rsid w:val="004F698C"/>
    <w:rsid w:val="00614EAE"/>
    <w:rsid w:val="00754F72"/>
    <w:rsid w:val="00980DAE"/>
    <w:rsid w:val="00BE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15B49C"/>
  <w15:chartTrackingRefBased/>
  <w15:docId w15:val="{988D8267-A614-4158-B651-EF6D7DA1D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lang w:val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ullet1">
    <w:name w:val="bullet 1"/>
    <w:basedOn w:val="Normale"/>
    <w:pPr>
      <w:numPr>
        <w:numId w:val="1"/>
      </w:numPr>
      <w:tabs>
        <w:tab w:val="clear" w:pos="644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pacing w:after="40"/>
      <w:ind w:left="284" w:hanging="284"/>
      <w:jc w:val="both"/>
    </w:pPr>
    <w:rPr>
      <w:rFonts w:ascii="Arial" w:hAnsi="Arial"/>
      <w:sz w:val="22"/>
    </w:rPr>
  </w:style>
  <w:style w:type="paragraph" w:customStyle="1" w:styleId="Sous-titre1">
    <w:name w:val="Sous-titre 1"/>
    <w:basedOn w:val="Normale"/>
    <w:next w:val="Normale"/>
    <w:autoRedefine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pacing w:before="240" w:after="80"/>
    </w:pPr>
    <w:rPr>
      <w:rFonts w:ascii="Arial" w:hAnsi="Arial"/>
      <w:b/>
    </w:rPr>
  </w:style>
  <w:style w:type="paragraph" w:customStyle="1" w:styleId="Sous-titre2">
    <w:name w:val="Sous-titre 2"/>
    <w:basedOn w:val="Normale"/>
    <w:next w:val="Normale"/>
    <w:autoRedefine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pacing w:before="120" w:after="80"/>
      <w:ind w:left="284"/>
    </w:pPr>
    <w:rPr>
      <w:rFonts w:ascii="Arial" w:hAnsi="Arial"/>
      <w:b/>
      <w:sz w:val="22"/>
    </w:rPr>
  </w:style>
  <w:style w:type="paragraph" w:customStyle="1" w:styleId="Texte2">
    <w:name w:val="Texte 2"/>
    <w:basedOn w:val="Normale"/>
    <w:pPr>
      <w:tabs>
        <w:tab w:val="left" w:pos="284"/>
        <w:tab w:val="left" w:pos="567"/>
        <w:tab w:val="left" w:pos="720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80"/>
      <w:ind w:left="284"/>
      <w:jc w:val="both"/>
    </w:pPr>
    <w:rPr>
      <w:rFonts w:ascii="Arial" w:hAnsi="Arial"/>
      <w:sz w:val="22"/>
    </w:rPr>
  </w:style>
  <w:style w:type="paragraph" w:customStyle="1" w:styleId="Texte1">
    <w:name w:val="Texte 1"/>
    <w:basedOn w:val="Normal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pacing w:after="80"/>
      <w:jc w:val="both"/>
    </w:pPr>
    <w:rPr>
      <w:rFonts w:ascii="Arial" w:hAnsi="Arial"/>
      <w:sz w:val="22"/>
    </w:rPr>
  </w:style>
  <w:style w:type="paragraph" w:customStyle="1" w:styleId="bullet2">
    <w:name w:val="bullet 2"/>
    <w:basedOn w:val="Texte2"/>
    <w:pPr>
      <w:numPr>
        <w:numId w:val="2"/>
      </w:numPr>
      <w:tabs>
        <w:tab w:val="clear" w:pos="644"/>
        <w:tab w:val="clear" w:pos="720"/>
      </w:tabs>
    </w:pPr>
  </w:style>
  <w:style w:type="paragraph" w:customStyle="1" w:styleId="Tiret1">
    <w:name w:val="Tiret 1"/>
    <w:basedOn w:val="Texte1"/>
    <w:pPr>
      <w:numPr>
        <w:numId w:val="3"/>
      </w:numPr>
      <w:tabs>
        <w:tab w:val="clear" w:pos="360"/>
      </w:tabs>
      <w:spacing w:after="40"/>
    </w:pPr>
  </w:style>
  <w:style w:type="paragraph" w:customStyle="1" w:styleId="Tiret2">
    <w:name w:val="Tiret 2"/>
    <w:basedOn w:val="Texte2"/>
    <w:pPr>
      <w:numPr>
        <w:numId w:val="4"/>
      </w:numPr>
      <w:tabs>
        <w:tab w:val="clear" w:pos="284"/>
        <w:tab w:val="clear" w:pos="644"/>
        <w:tab w:val="clear" w:pos="720"/>
        <w:tab w:val="clear" w:pos="1418"/>
        <w:tab w:val="clear" w:pos="1701"/>
        <w:tab w:val="clear" w:pos="1985"/>
        <w:tab w:val="clear" w:pos="2268"/>
        <w:tab w:val="clear" w:pos="2552"/>
        <w:tab w:val="clear" w:pos="3119"/>
        <w:tab w:val="clear" w:pos="4253"/>
        <w:tab w:val="clear" w:pos="5954"/>
        <w:tab w:val="clear" w:pos="8222"/>
        <w:tab w:val="clear" w:pos="11057"/>
      </w:tabs>
      <w:spacing w:after="40"/>
      <w:ind w:left="568" w:hanging="284"/>
    </w:pPr>
  </w:style>
  <w:style w:type="paragraph" w:styleId="Pidipagina">
    <w:name w:val="footer"/>
    <w:basedOn w:val="Normale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center" w:pos="4153"/>
        <w:tab w:val="left" w:pos="4253"/>
        <w:tab w:val="left" w:pos="5954"/>
        <w:tab w:val="left" w:pos="8222"/>
        <w:tab w:val="right" w:pos="8306"/>
        <w:tab w:val="right" w:pos="11057"/>
      </w:tabs>
    </w:pPr>
    <w:rPr>
      <w:rFonts w:ascii="Arial" w:hAnsi="Arial"/>
      <w:sz w:val="22"/>
      <w:lang w:val="en-GB"/>
    </w:rPr>
  </w:style>
  <w:style w:type="character" w:styleId="Numeropagina">
    <w:name w:val="page number"/>
    <w:basedOn w:val="Carpredefinitoparagrafo"/>
    <w:semiHidden/>
  </w:style>
  <w:style w:type="paragraph" w:customStyle="1" w:styleId="5Normal">
    <w:name w:val="5 Normal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/>
      <w:spacing w:val="-2"/>
      <w:sz w:val="22"/>
      <w:lang w:val="fr-FR"/>
    </w:rPr>
  </w:style>
  <w:style w:type="paragraph" w:customStyle="1" w:styleId="Aaoeeu">
    <w:name w:val="Aaoeeu"/>
    <w:pPr>
      <w:widowControl w:val="0"/>
    </w:pPr>
    <w:rPr>
      <w:lang w:val="en-US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styleId="Intestazione">
    <w:name w:val="header"/>
    <w:basedOn w:val="Normale"/>
    <w:link w:val="IntestazioneCarattere"/>
    <w:uiPriority w:val="99"/>
    <w:unhideWhenUsed/>
    <w:rsid w:val="00754F72"/>
    <w:pPr>
      <w:tabs>
        <w:tab w:val="center" w:pos="4819"/>
        <w:tab w:val="right" w:pos="9638"/>
      </w:tabs>
    </w:pPr>
  </w:style>
  <w:style w:type="paragraph" w:customStyle="1" w:styleId="3Titre">
    <w:name w:val="3 Titre"/>
    <w:basedOn w:val="Normale"/>
    <w:rPr>
      <w:b/>
      <w:sz w:val="3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4F72"/>
    <w:rPr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1737E-21B2-4A06-9379-6EDC357EC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16C223AD</Template>
  <TotalTime>9</TotalTime>
  <Pages>2</Pages>
  <Words>346</Words>
  <Characters>2139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EUROPEAN</vt:lpstr>
      <vt:lpstr>EUROPEAN</vt:lpstr>
    </vt:vector>
  </TitlesOfParts>
  <Company> </Company>
  <LinksUpToDate>false</LinksUpToDate>
  <CharactersWithSpaces>2481</CharactersWithSpaces>
  <SharedDoc>false</SharedDoc>
  <HLinks>
    <vt:vector size="6" baseType="variant">
      <vt:variant>
        <vt:i4>3276810</vt:i4>
      </vt:variant>
      <vt:variant>
        <vt:i4>1116</vt:i4>
      </vt:variant>
      <vt:variant>
        <vt:i4>1025</vt:i4>
      </vt:variant>
      <vt:variant>
        <vt:i4>1</vt:i4>
      </vt:variant>
      <vt:variant>
        <vt:lpwstr>C:\WINNT\Profiles\pht\Desktop\11.bmp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</dc:title>
  <dc:subject/>
  <dc:creator>jonetma</dc:creator>
  <cp:keywords/>
  <dc:description/>
  <cp:lastModifiedBy>Quality - OCAM</cp:lastModifiedBy>
  <cp:revision>5</cp:revision>
  <cp:lastPrinted>2018-10-09T14:52:00Z</cp:lastPrinted>
  <dcterms:created xsi:type="dcterms:W3CDTF">2018-10-09T14:46:00Z</dcterms:created>
  <dcterms:modified xsi:type="dcterms:W3CDTF">2018-10-09T15:55:00Z</dcterms:modified>
</cp:coreProperties>
</file>